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3F64" w14:textId="203A440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365E83">
        <w:rPr>
          <w:rFonts w:ascii="Corbel" w:hAnsi="Corbel"/>
          <w:bCs/>
          <w:i/>
        </w:rPr>
        <w:t>61</w:t>
      </w:r>
      <w:r w:rsidR="00F61A26" w:rsidRPr="00B169DF">
        <w:rPr>
          <w:rFonts w:ascii="Corbel" w:hAnsi="Corbel"/>
          <w:bCs/>
          <w:i/>
        </w:rPr>
        <w:t>/202</w:t>
      </w:r>
      <w:r w:rsidR="00365E83">
        <w:rPr>
          <w:rFonts w:ascii="Corbel" w:hAnsi="Corbel"/>
          <w:bCs/>
          <w:i/>
        </w:rPr>
        <w:t>5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762576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C32A4" w:rsidRPr="00696479">
        <w:rPr>
          <w:rFonts w:ascii="Corbel" w:hAnsi="Corbel"/>
          <w:b/>
          <w:bCs/>
          <w:i/>
          <w:smallCaps/>
          <w:sz w:val="24"/>
          <w:szCs w:val="24"/>
        </w:rPr>
        <w:t>202</w:t>
      </w:r>
      <w:r w:rsidR="00365E83">
        <w:rPr>
          <w:rFonts w:ascii="Corbel" w:hAnsi="Corbel"/>
          <w:b/>
          <w:bCs/>
          <w:i/>
          <w:smallCaps/>
          <w:sz w:val="24"/>
          <w:szCs w:val="24"/>
        </w:rPr>
        <w:t>5</w:t>
      </w:r>
      <w:r w:rsidR="003E5F50">
        <w:rPr>
          <w:rFonts w:ascii="Corbel" w:hAnsi="Corbel"/>
          <w:b/>
          <w:bCs/>
          <w:i/>
          <w:smallCaps/>
          <w:sz w:val="24"/>
          <w:szCs w:val="24"/>
        </w:rPr>
        <w:t>-</w:t>
      </w:r>
      <w:r w:rsidR="00365E83">
        <w:rPr>
          <w:rFonts w:ascii="Corbel" w:hAnsi="Corbel"/>
          <w:b/>
          <w:bCs/>
          <w:i/>
          <w:smallCaps/>
          <w:sz w:val="24"/>
          <w:szCs w:val="24"/>
        </w:rPr>
        <w:t>2</w:t>
      </w:r>
      <w:r w:rsidR="003E5F50">
        <w:rPr>
          <w:rFonts w:ascii="Corbel" w:hAnsi="Corbel"/>
          <w:b/>
          <w:bCs/>
          <w:i/>
          <w:smallCaps/>
          <w:sz w:val="24"/>
          <w:szCs w:val="24"/>
        </w:rPr>
        <w:t>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E134E2E" w:rsidR="00445970" w:rsidRPr="00AC32A4" w:rsidRDefault="00445970" w:rsidP="00AC32A4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AC32A4" w:rsidRPr="00AC32A4">
        <w:rPr>
          <w:rFonts w:ascii="Corbel" w:hAnsi="Corbel"/>
          <w:b/>
          <w:bCs/>
          <w:sz w:val="24"/>
          <w:szCs w:val="24"/>
        </w:rPr>
        <w:t>202</w:t>
      </w:r>
      <w:r w:rsidR="003E5F50">
        <w:rPr>
          <w:rFonts w:ascii="Corbel" w:hAnsi="Corbel"/>
          <w:b/>
          <w:bCs/>
          <w:sz w:val="24"/>
          <w:szCs w:val="24"/>
        </w:rPr>
        <w:t>5</w:t>
      </w:r>
      <w:r w:rsidR="00AC32A4" w:rsidRPr="00AC32A4">
        <w:rPr>
          <w:rFonts w:ascii="Corbel" w:hAnsi="Corbel"/>
          <w:b/>
          <w:bCs/>
          <w:sz w:val="24"/>
          <w:szCs w:val="24"/>
        </w:rPr>
        <w:t>/202</w:t>
      </w:r>
      <w:r w:rsidR="003E5F50">
        <w:rPr>
          <w:rFonts w:ascii="Corbel" w:hAnsi="Corbel"/>
          <w:b/>
          <w:bCs/>
          <w:sz w:val="24"/>
          <w:szCs w:val="24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7404903" w:rsidR="0085747A" w:rsidRPr="00AC32A4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C32A4">
              <w:rPr>
                <w:rFonts w:ascii="Corbel" w:hAnsi="Corbel"/>
                <w:bCs/>
                <w:sz w:val="24"/>
                <w:szCs w:val="24"/>
              </w:rPr>
              <w:t>Historia administracji</w:t>
            </w:r>
          </w:p>
        </w:tc>
      </w:tr>
      <w:tr w:rsidR="0085747A" w:rsidRPr="00B169DF" w14:paraId="1820FF8A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44F80EA6" w14:textId="67737965" w:rsidR="0085747A" w:rsidRPr="00B169DF" w:rsidRDefault="00B5417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6729A46A" w:rsidR="0085747A" w:rsidRPr="00B169DF" w:rsidRDefault="00B111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950D34B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Historii Państwa i Prawa</w:t>
            </w:r>
          </w:p>
        </w:tc>
      </w:tr>
      <w:tr w:rsidR="0085747A" w:rsidRPr="00B169DF" w14:paraId="192BD65A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39F7E3FC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1D0732A5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88F3755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402529C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1076C53" w:rsidR="0085747A" w:rsidRPr="00B169DF" w:rsidRDefault="002729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C32A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0EA0CB7" w:rsidR="0085747A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B169DF" w14:paraId="7ACCBA8E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F53B2C4" w:rsidR="0085747A" w:rsidRPr="00B169DF" w:rsidRDefault="008D2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– obowiązkowy</w:t>
            </w:r>
          </w:p>
        </w:tc>
      </w:tr>
      <w:tr w:rsidR="00923D7D" w:rsidRPr="00B169DF" w14:paraId="331F9495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E258C90" w:rsidR="00923D7D" w:rsidRPr="00B169DF" w:rsidRDefault="00AC3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C32A4" w:rsidRPr="00B169DF" w14:paraId="339BFB5F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5D93ED52" w14:textId="77777777" w:rsidR="00AC32A4" w:rsidRPr="00B169DF" w:rsidRDefault="00AC32A4" w:rsidP="00AC32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939F977" w:rsidR="00AC32A4" w:rsidRPr="00B169DF" w:rsidRDefault="00AC32A4" w:rsidP="00AC32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AC32A4" w:rsidRPr="00B169DF" w14:paraId="0AD0E368" w14:textId="77777777" w:rsidTr="0023126C">
        <w:trPr>
          <w:trHeight w:val="340"/>
        </w:trPr>
        <w:tc>
          <w:tcPr>
            <w:tcW w:w="2694" w:type="dxa"/>
            <w:vAlign w:val="center"/>
          </w:tcPr>
          <w:p w14:paraId="020748E0" w14:textId="77777777" w:rsidR="00AC32A4" w:rsidRPr="00B169DF" w:rsidRDefault="00AC32A4" w:rsidP="00AC32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59A83E7" w:rsidR="00AC32A4" w:rsidRPr="00B169DF" w:rsidRDefault="00AC32A4" w:rsidP="00AC32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UR, dr Agnieszka Sikorska</w:t>
            </w:r>
          </w:p>
        </w:tc>
      </w:tr>
    </w:tbl>
    <w:p w14:paraId="0AB0B6F8" w14:textId="77777777" w:rsidR="0085747A" w:rsidRPr="00B169DF" w:rsidRDefault="0085747A" w:rsidP="0023126C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23126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1813A468" w:rsidR="0085747A" w:rsidRPr="00B169DF" w:rsidRDefault="0085747A" w:rsidP="0023126C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23126C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B169DF" w:rsidRDefault="00923D7D" w:rsidP="0023126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12"/>
        <w:gridCol w:w="786"/>
        <w:gridCol w:w="851"/>
        <w:gridCol w:w="798"/>
        <w:gridCol w:w="819"/>
        <w:gridCol w:w="757"/>
        <w:gridCol w:w="946"/>
        <w:gridCol w:w="1184"/>
        <w:gridCol w:w="1492"/>
      </w:tblGrid>
      <w:tr w:rsidR="00015B8F" w:rsidRPr="00B169DF" w14:paraId="30AA7A12" w14:textId="77777777" w:rsidTr="0023126C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8D2022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8D2022">
              <w:rPr>
                <w:rFonts w:ascii="Corbel" w:hAnsi="Corbel"/>
                <w:b/>
                <w:bCs/>
                <w:szCs w:val="24"/>
              </w:rPr>
              <w:t>Semestr</w:t>
            </w:r>
          </w:p>
          <w:p w14:paraId="6D8201B5" w14:textId="77777777" w:rsidR="00015B8F" w:rsidRPr="00B169DF" w:rsidRDefault="002B5EA0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2022">
              <w:rPr>
                <w:rFonts w:ascii="Corbel" w:hAnsi="Corbel"/>
                <w:b/>
                <w:bCs/>
                <w:szCs w:val="24"/>
              </w:rPr>
              <w:t>(</w:t>
            </w:r>
            <w:r w:rsidR="00363F78" w:rsidRPr="008D2022">
              <w:rPr>
                <w:rFonts w:ascii="Corbel" w:hAnsi="Corbel"/>
                <w:b/>
                <w:bCs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8D2022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proofErr w:type="spellStart"/>
            <w:r w:rsidRPr="008D2022">
              <w:rPr>
                <w:rFonts w:ascii="Corbel" w:hAnsi="Corbel"/>
                <w:b/>
                <w:bCs/>
                <w:szCs w:val="24"/>
              </w:rPr>
              <w:t>Wykł</w:t>
            </w:r>
            <w:proofErr w:type="spellEnd"/>
            <w:r w:rsidRPr="008D2022">
              <w:rPr>
                <w:rFonts w:ascii="Corbel" w:hAnsi="Corbel"/>
                <w:b/>
                <w:bCs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8D2022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8D2022">
              <w:rPr>
                <w:rFonts w:ascii="Corbel" w:hAnsi="Corbel"/>
                <w:b/>
                <w:bCs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2312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23126C">
        <w:trPr>
          <w:trHeight w:val="45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EE75F33" w:rsidR="00015B8F" w:rsidRPr="00B169DF" w:rsidRDefault="008D2022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3496E798" w:rsidR="00015B8F" w:rsidRPr="00B169DF" w:rsidRDefault="008D2022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FA60ED6" w:rsidR="00015B8F" w:rsidRPr="00B169DF" w:rsidRDefault="00015B8F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79C5FD4" w:rsidR="00015B8F" w:rsidRPr="00B169DF" w:rsidRDefault="008D2022" w:rsidP="002312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74D859A" w14:textId="77777777" w:rsidR="00923D7D" w:rsidRPr="00B169DF" w:rsidRDefault="00923D7D" w:rsidP="002312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5DA5CBF8" w:rsidR="0085747A" w:rsidRDefault="0085747A" w:rsidP="002312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4F2ED616" w14:textId="77777777" w:rsidR="0023126C" w:rsidRPr="00B169DF" w:rsidRDefault="0023126C" w:rsidP="002312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3CA87E66" w:rsidR="0085747A" w:rsidRPr="0023126C" w:rsidRDefault="0023126C" w:rsidP="002312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126C"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23126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4E350F7" w:rsidR="0085747A" w:rsidRPr="00B169DF" w:rsidRDefault="0023126C" w:rsidP="0023126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23126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2312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E2D8EF" w14:textId="458B8DD8" w:rsidR="0023126C" w:rsidRDefault="00E22FBC" w:rsidP="002312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1.3</w:t>
      </w:r>
      <w:r w:rsidR="0023126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For</w:t>
      </w:r>
      <w:r w:rsidR="00445970" w:rsidRPr="00B169DF">
        <w:rPr>
          <w:rFonts w:ascii="Corbel" w:hAnsi="Corbel"/>
          <w:smallCaps w:val="0"/>
          <w:szCs w:val="24"/>
        </w:rPr>
        <w:t>ma zaliczenia przedmiotu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</w:t>
      </w:r>
    </w:p>
    <w:p w14:paraId="494B62FD" w14:textId="77777777" w:rsidR="0023126C" w:rsidRDefault="0023126C" w:rsidP="002312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8F11911" w14:textId="17A8FF00" w:rsidR="00865388" w:rsidRDefault="00865388" w:rsidP="0023126C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Wykłady –</w:t>
      </w:r>
      <w:r w:rsidRPr="00F62CDE">
        <w:rPr>
          <w:rFonts w:ascii="Corbel" w:hAnsi="Corbel"/>
          <w:b w:val="0"/>
          <w:bCs/>
          <w:smallCaps w:val="0"/>
          <w:szCs w:val="24"/>
        </w:rPr>
        <w:t xml:space="preserve"> egzamin </w:t>
      </w:r>
    </w:p>
    <w:p w14:paraId="3C3564DE" w14:textId="77777777" w:rsidR="00E960BB" w:rsidRPr="00B169DF" w:rsidRDefault="00E960BB" w:rsidP="002312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2E228B43" w:rsidR="00E960BB" w:rsidRDefault="0085747A" w:rsidP="0023126C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23126C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>Wymagania wstępne</w:t>
      </w:r>
    </w:p>
    <w:p w14:paraId="6F497968" w14:textId="77777777" w:rsidR="0023126C" w:rsidRPr="00B169DF" w:rsidRDefault="0023126C" w:rsidP="0023126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23126C">
        <w:trPr>
          <w:trHeight w:val="433"/>
        </w:trPr>
        <w:tc>
          <w:tcPr>
            <w:tcW w:w="9670" w:type="dxa"/>
            <w:vAlign w:val="center"/>
          </w:tcPr>
          <w:p w14:paraId="1BB8AE6C" w14:textId="3D105661" w:rsidR="0085747A" w:rsidRPr="00B169DF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historii na poziomie wymaganym na egzaminie maturalnym.</w:t>
            </w:r>
          </w:p>
        </w:tc>
      </w:tr>
    </w:tbl>
    <w:p w14:paraId="7C717FE4" w14:textId="77777777" w:rsidR="00865388" w:rsidRPr="00B169DF" w:rsidRDefault="00865388" w:rsidP="0023126C">
      <w:pPr>
        <w:pStyle w:val="Punktygwne"/>
        <w:spacing w:before="0" w:after="0"/>
        <w:rPr>
          <w:rFonts w:ascii="Corbel" w:hAnsi="Corbel"/>
          <w:szCs w:val="24"/>
        </w:rPr>
      </w:pPr>
    </w:p>
    <w:p w14:paraId="19642F89" w14:textId="77777777" w:rsidR="0023126C" w:rsidRDefault="0023126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6379C7E3" w:rsidR="0085747A" w:rsidRPr="00B169DF" w:rsidRDefault="0071620A" w:rsidP="0023126C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B169DF" w:rsidRDefault="0085747A" w:rsidP="0023126C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51F63ECF" w:rsidR="0085747A" w:rsidRPr="00B169DF" w:rsidRDefault="0071620A" w:rsidP="0023126C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23126C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23126C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65388" w:rsidRPr="00B169DF" w14:paraId="3370B0D4" w14:textId="77777777" w:rsidTr="00865388">
        <w:tc>
          <w:tcPr>
            <w:tcW w:w="845" w:type="dxa"/>
            <w:vAlign w:val="center"/>
          </w:tcPr>
          <w:p w14:paraId="14E4A467" w14:textId="64BC47BC" w:rsidR="00865388" w:rsidRPr="00B169DF" w:rsidRDefault="00865388" w:rsidP="0023126C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83C030" w14:textId="38679747" w:rsidR="00865388" w:rsidRPr="00B169DF" w:rsidRDefault="00865388" w:rsidP="002312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Zdobycie i ugruntowanie wiedzy </w:t>
            </w:r>
            <w:r w:rsidR="009576EE">
              <w:rPr>
                <w:rFonts w:ascii="Corbel" w:hAnsi="Corbel"/>
                <w:b w:val="0"/>
                <w:sz w:val="24"/>
                <w:szCs w:val="24"/>
              </w:rPr>
              <w:t>na temat</w:t>
            </w: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 ewolucji administracji w Polsce, wybranych krajach Bliskiego Wschodu, Europy</w:t>
            </w:r>
            <w:r w:rsidR="00EE3D09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 Stanach Zjednoczonych od czasów starożytnych do XX w., jak również </w:t>
            </w:r>
            <w:r w:rsidR="00FC7B79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 kluczowych pojęć, instytucji oraz źródeł prawa konstytucyjnego i administracyjnego</w:t>
            </w:r>
            <w:r w:rsidR="00641256">
              <w:rPr>
                <w:rFonts w:ascii="Corbel" w:hAnsi="Corbel"/>
                <w:b w:val="0"/>
                <w:sz w:val="24"/>
                <w:szCs w:val="24"/>
              </w:rPr>
              <w:t xml:space="preserve"> określających dany m</w:t>
            </w:r>
            <w:r w:rsidR="00BB3402">
              <w:rPr>
                <w:rFonts w:ascii="Corbel" w:hAnsi="Corbel"/>
                <w:b w:val="0"/>
                <w:sz w:val="24"/>
                <w:szCs w:val="24"/>
              </w:rPr>
              <w:t>odel</w:t>
            </w:r>
            <w:r w:rsidR="00EF56A5">
              <w:rPr>
                <w:rFonts w:ascii="Corbel" w:hAnsi="Corbel"/>
                <w:b w:val="0"/>
                <w:sz w:val="24"/>
                <w:szCs w:val="24"/>
              </w:rPr>
              <w:t>/system</w:t>
            </w:r>
            <w:r w:rsidR="00BB3402">
              <w:rPr>
                <w:rFonts w:ascii="Corbel" w:hAnsi="Corbel"/>
                <w:b w:val="0"/>
                <w:sz w:val="24"/>
                <w:szCs w:val="24"/>
              </w:rPr>
              <w:t xml:space="preserve"> administracji</w:t>
            </w:r>
            <w:r w:rsidRPr="00CA08D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65388" w:rsidRPr="00B169DF" w14:paraId="497B1469" w14:textId="77777777" w:rsidTr="00865388">
        <w:tc>
          <w:tcPr>
            <w:tcW w:w="845" w:type="dxa"/>
            <w:vAlign w:val="center"/>
          </w:tcPr>
          <w:p w14:paraId="053C821F" w14:textId="1358CF77" w:rsidR="00865388" w:rsidRPr="00B169DF" w:rsidRDefault="00865388" w:rsidP="0023126C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588F36" w14:textId="010CD443" w:rsidR="00865388" w:rsidRPr="00B169DF" w:rsidRDefault="00865388" w:rsidP="002312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7A0">
              <w:rPr>
                <w:rFonts w:ascii="Corbel" w:hAnsi="Corbel"/>
                <w:b w:val="0"/>
                <w:sz w:val="24"/>
                <w:szCs w:val="24"/>
              </w:rPr>
              <w:t>Wykorzystanie</w:t>
            </w:r>
            <w:r w:rsidR="006F17C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76EE">
              <w:rPr>
                <w:rFonts w:ascii="Corbel" w:hAnsi="Corbel"/>
                <w:b w:val="0"/>
                <w:sz w:val="24"/>
                <w:szCs w:val="24"/>
              </w:rPr>
              <w:t xml:space="preserve">powyższej </w:t>
            </w:r>
            <w:r w:rsidRPr="003147A0">
              <w:rPr>
                <w:rFonts w:ascii="Corbel" w:hAnsi="Corbel"/>
                <w:b w:val="0"/>
                <w:sz w:val="24"/>
                <w:szCs w:val="24"/>
              </w:rPr>
              <w:t>wiedzy jako narzędzia pozwalającego na dokonanie samodzielnej analizy i formułowani</w:t>
            </w:r>
            <w:r w:rsidR="005A3389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3147A0">
              <w:rPr>
                <w:rFonts w:ascii="Corbel" w:hAnsi="Corbel"/>
                <w:b w:val="0"/>
                <w:sz w:val="24"/>
                <w:szCs w:val="24"/>
              </w:rPr>
              <w:t xml:space="preserve"> wniosków w odniesieniu do różnorodnych systemów administracji funkcjonujących w przeszłości i aktualnie, ze szczególnym uwzględnieniem Polski.</w:t>
            </w:r>
          </w:p>
        </w:tc>
      </w:tr>
      <w:tr w:rsidR="00865388" w:rsidRPr="00B169DF" w14:paraId="3D8D058C" w14:textId="77777777" w:rsidTr="00865388">
        <w:tc>
          <w:tcPr>
            <w:tcW w:w="845" w:type="dxa"/>
            <w:vAlign w:val="center"/>
          </w:tcPr>
          <w:p w14:paraId="11CADB7C" w14:textId="311973A0" w:rsidR="00865388" w:rsidRPr="00B169DF" w:rsidRDefault="00865388" w:rsidP="0023126C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2E52E7A2" w14:textId="557114D3" w:rsidR="00865388" w:rsidRPr="00B169DF" w:rsidRDefault="00865388" w:rsidP="002312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779A">
              <w:rPr>
                <w:rFonts w:ascii="Corbel" w:hAnsi="Corbel"/>
                <w:b w:val="0"/>
                <w:sz w:val="24"/>
                <w:szCs w:val="24"/>
              </w:rPr>
              <w:t>Umiejętność przewidywania kierunku zmian we współczesnych systemach administracyjnych.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6ED461E4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23126C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86E3CC1" w14:textId="77777777" w:rsidR="00865388" w:rsidRPr="009C54AE" w:rsidRDefault="00865388" w:rsidP="0086538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865388" w:rsidRPr="009C54AE" w14:paraId="740B3A3B" w14:textId="77777777" w:rsidTr="00656AED">
        <w:tc>
          <w:tcPr>
            <w:tcW w:w="1588" w:type="dxa"/>
            <w:vAlign w:val="center"/>
          </w:tcPr>
          <w:p w14:paraId="181D93C1" w14:textId="77777777" w:rsidR="00865388" w:rsidRPr="009C54AE" w:rsidRDefault="00865388" w:rsidP="00D036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14:paraId="41BA0C35" w14:textId="77777777" w:rsidR="00865388" w:rsidRPr="00656AED" w:rsidRDefault="00865388" w:rsidP="00D036AF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56AED">
              <w:rPr>
                <w:rFonts w:ascii="Corbel" w:hAnsi="Corbel"/>
                <w:bCs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97336D5" w14:textId="001E2FCD" w:rsidR="00865388" w:rsidRPr="00656AED" w:rsidRDefault="00865388" w:rsidP="00D036A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56AED">
              <w:rPr>
                <w:rFonts w:ascii="Corbel" w:hAnsi="Corbel"/>
                <w:bCs/>
                <w:smallCaps w:val="0"/>
                <w:szCs w:val="24"/>
              </w:rPr>
              <w:t>Odniesienie do</w:t>
            </w:r>
            <w:r w:rsidR="00656AED" w:rsidRPr="00656AED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656AED">
              <w:rPr>
                <w:rFonts w:ascii="Corbel" w:hAnsi="Corbel"/>
                <w:bCs/>
                <w:smallCaps w:val="0"/>
                <w:szCs w:val="24"/>
              </w:rPr>
              <w:t xml:space="preserve">efektów  kierunkowych </w:t>
            </w:r>
            <w:r w:rsidRPr="00656AED">
              <w:rPr>
                <w:rStyle w:val="Odwoanieprzypisudolnego"/>
                <w:rFonts w:ascii="Corbel" w:hAnsi="Corbel"/>
                <w:bCs/>
                <w:smallCaps w:val="0"/>
                <w:szCs w:val="24"/>
              </w:rPr>
              <w:footnoteReference w:id="1"/>
            </w:r>
          </w:p>
        </w:tc>
      </w:tr>
      <w:tr w:rsidR="00865388" w:rsidRPr="009C54AE" w14:paraId="7A28F256" w14:textId="77777777" w:rsidTr="00656AED">
        <w:tc>
          <w:tcPr>
            <w:tcW w:w="1588" w:type="dxa"/>
          </w:tcPr>
          <w:p w14:paraId="6DC5D3C1" w14:textId="0520999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7" w:type="dxa"/>
          </w:tcPr>
          <w:p w14:paraId="595989B9" w14:textId="13FE41CF" w:rsidR="00865388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otrafi zdefiniować typy i formy ustroju państwowego panujące  w Polsce, w Europie oraz Stanach Zjednoczonych  od czasów średniowiecznych do 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XX w., wymienić ich kluczowe 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cechy oraz zakres chronologiczny, 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posługując się odpowiednią terminologią nauk prawnoadministracyjnych.</w:t>
            </w:r>
          </w:p>
        </w:tc>
        <w:tc>
          <w:tcPr>
            <w:tcW w:w="1865" w:type="dxa"/>
          </w:tcPr>
          <w:p w14:paraId="5B056CBA" w14:textId="768D77BB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3F3D6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0D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65388" w:rsidRPr="009C54AE" w14:paraId="6EA5D42E" w14:textId="77777777" w:rsidTr="00656AED">
        <w:tc>
          <w:tcPr>
            <w:tcW w:w="1588" w:type="dxa"/>
          </w:tcPr>
          <w:p w14:paraId="0FE5B41F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7" w:type="dxa"/>
          </w:tcPr>
          <w:p w14:paraId="7A3BCBDF" w14:textId="281FDA76" w:rsidR="00865388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wymienić podstawowe źródła prawa regulujące struktur</w:t>
            </w:r>
            <w:r w:rsidR="00A112B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i form</w:t>
            </w:r>
            <w:r w:rsidR="00A112B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funkcjonowan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administracji w analizowanym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okresie, przedstawić ich ogólną charakterystykę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instytucje prawnoadministracyjne </w:t>
            </w:r>
            <w:r w:rsidR="00D176F6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ich ewolucje.</w:t>
            </w:r>
          </w:p>
        </w:tc>
        <w:tc>
          <w:tcPr>
            <w:tcW w:w="1865" w:type="dxa"/>
          </w:tcPr>
          <w:p w14:paraId="63091635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65388" w:rsidRPr="009C54AE" w14:paraId="7F6C4163" w14:textId="77777777" w:rsidTr="00656AED">
        <w:tc>
          <w:tcPr>
            <w:tcW w:w="1588" w:type="dxa"/>
          </w:tcPr>
          <w:p w14:paraId="6AC9DC40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7" w:type="dxa"/>
          </w:tcPr>
          <w:p w14:paraId="5D1360AF" w14:textId="70B1E57A" w:rsidR="00865388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osiada wiedzę na temat podstawowych zasad procedury administracyjnej obowiązującej na ziemiach polskich </w:t>
            </w:r>
            <w:r w:rsidR="00D176F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i w niektórych krajach europejskich od XIX do XX w.;  potrafi określić podstawowe kierunki rozwoju poszczególnych  działów administracji w okresie od V do XX w. na kontynencie  europejskim, ze szczególnym uwzględnieniem ziem polskich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2D278AD" w14:textId="7D5DB3F4" w:rsidR="00865388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3F3D6C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 w:rsidR="0023126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65388" w:rsidRPr="009C54AE" w14:paraId="3E86C4DF" w14:textId="77777777" w:rsidTr="00656AED">
        <w:tc>
          <w:tcPr>
            <w:tcW w:w="1588" w:type="dxa"/>
          </w:tcPr>
          <w:p w14:paraId="77156A2C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14:paraId="0B9719E4" w14:textId="77777777" w:rsidR="00865388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wymienić charakterystyczne dla poszczególnych typów i form ustrojowych instytucje odnoszące się do zagadnień funkcjonowania administracji, a takż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oceniać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wpływ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rozwoju cywilizacyjnego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na kształtowanie się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nauk administracyjnych i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poszczególnych modeli administracji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C8F5B4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</w:tbl>
    <w:p w14:paraId="3560FD9C" w14:textId="77777777" w:rsidR="0023126C" w:rsidRDefault="0023126C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865388" w:rsidRPr="009C54AE" w14:paraId="05402FF6" w14:textId="77777777" w:rsidTr="00656AED">
        <w:tc>
          <w:tcPr>
            <w:tcW w:w="1588" w:type="dxa"/>
          </w:tcPr>
          <w:p w14:paraId="533B679E" w14:textId="548CB74E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67" w:type="dxa"/>
          </w:tcPr>
          <w:p w14:paraId="2902F29D" w14:textId="31CD5FF9" w:rsidR="00865388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prawidłowo posługiwać się pojęciami z zakresu funkcjonowania administracji </w:t>
            </w:r>
            <w:r w:rsidR="00BA1160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językiem urzędowym wykorzystując je m.in. do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interpretacji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procesów ewolucji struktur oraz funkcjonowania administracji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65" w:type="dxa"/>
          </w:tcPr>
          <w:p w14:paraId="49DED939" w14:textId="58137CBF" w:rsidR="00865388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U01</w:t>
            </w:r>
            <w:r w:rsidR="0023126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65388" w:rsidRPr="009C54AE" w14:paraId="07FEEEC4" w14:textId="77777777" w:rsidTr="00656AED">
        <w:tc>
          <w:tcPr>
            <w:tcW w:w="1588" w:type="dxa"/>
          </w:tcPr>
          <w:p w14:paraId="0A7C9217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7" w:type="dxa"/>
          </w:tcPr>
          <w:p w14:paraId="67FD25CA" w14:textId="77777777" w:rsidR="00865388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samodzielnie opracowywać dłuższe wypowiedzi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przygotowywać prace pisemne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dotyczące zagadnień związanych z funkcjonowaniem i ewolucją administracji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(z wykorzystaniem różnych źródeł)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oraz prezentować efekty swojej pracy grupie.  </w:t>
            </w:r>
          </w:p>
        </w:tc>
        <w:tc>
          <w:tcPr>
            <w:tcW w:w="1865" w:type="dxa"/>
          </w:tcPr>
          <w:p w14:paraId="759FA161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865388" w:rsidRPr="009C54AE" w14:paraId="36827F8E" w14:textId="77777777" w:rsidTr="00656AED">
        <w:tc>
          <w:tcPr>
            <w:tcW w:w="1588" w:type="dxa"/>
          </w:tcPr>
          <w:p w14:paraId="5A1A97AA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67" w:type="dxa"/>
          </w:tcPr>
          <w:p w14:paraId="49393304" w14:textId="6E5E5BA2" w:rsidR="00865388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określić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poziom swojej wiedzy i rozumie 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priorytety </w:t>
            </w:r>
            <w:r w:rsidR="00946FC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w ramach obowiązującego zakresu wiedzy, które byłyby pomocne do najbardziej efektywnego </w:t>
            </w:r>
            <w:r w:rsidR="00D81763">
              <w:rPr>
                <w:rFonts w:ascii="Corbel" w:hAnsi="Corbel"/>
                <w:b w:val="0"/>
                <w:smallCaps w:val="0"/>
                <w:szCs w:val="24"/>
              </w:rPr>
              <w:t xml:space="preserve">przygotowania się do ćwiczeń i egzaminu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podnoszenia rozwoju</w:t>
            </w:r>
            <w:r w:rsidR="00D81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drodze samokształcenia.</w:t>
            </w:r>
          </w:p>
        </w:tc>
        <w:tc>
          <w:tcPr>
            <w:tcW w:w="1865" w:type="dxa"/>
          </w:tcPr>
          <w:p w14:paraId="32670DA0" w14:textId="77777777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823121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865388" w:rsidRPr="009C54AE" w14:paraId="1B1F116C" w14:textId="77777777" w:rsidTr="00656AED">
        <w:tc>
          <w:tcPr>
            <w:tcW w:w="1588" w:type="dxa"/>
          </w:tcPr>
          <w:p w14:paraId="4764288D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14:paraId="68748B60" w14:textId="55ACDC15" w:rsidR="00865388" w:rsidRPr="009C54AE" w:rsidRDefault="002B3542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prawidłowo posługiwać się wiedzą </w:t>
            </w:r>
            <w:r w:rsidR="009C4AD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inte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rpretować działalność organów administracji publicznej w danym okresie histor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ycznym oraz rozumie problemy związane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z wykonywaniem funkcji państwowej.</w:t>
            </w:r>
          </w:p>
        </w:tc>
        <w:tc>
          <w:tcPr>
            <w:tcW w:w="1865" w:type="dxa"/>
          </w:tcPr>
          <w:p w14:paraId="478A2E4D" w14:textId="3D39B5CE" w:rsidR="00865388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B3542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23126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65388" w:rsidRPr="009C54AE" w14:paraId="03BCD830" w14:textId="77777777" w:rsidTr="00656AED">
        <w:tc>
          <w:tcPr>
            <w:tcW w:w="1588" w:type="dxa"/>
          </w:tcPr>
          <w:p w14:paraId="11EC20B9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67" w:type="dxa"/>
          </w:tcPr>
          <w:p w14:paraId="2AB00D6F" w14:textId="74704E9F" w:rsidR="002B3542" w:rsidRPr="009C54AE" w:rsidRDefault="002B3542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samodzielnie uzupełniać i poszerzać posiadany zakres wiedzy z dodatkowych źródeł wykazując aktywność w wykonywanych przez siebie zadaniach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angażując się w działania grupy.</w:t>
            </w:r>
          </w:p>
        </w:tc>
        <w:tc>
          <w:tcPr>
            <w:tcW w:w="1865" w:type="dxa"/>
          </w:tcPr>
          <w:p w14:paraId="3F0025F4" w14:textId="3D75355B" w:rsidR="002B3542" w:rsidRPr="009C54AE" w:rsidRDefault="00865388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23126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B3542">
              <w:rPr>
                <w:rFonts w:ascii="Corbel" w:hAnsi="Corbel"/>
                <w:b w:val="0"/>
                <w:smallCaps w:val="0"/>
                <w:szCs w:val="24"/>
              </w:rPr>
              <w:t>_K02</w:t>
            </w:r>
          </w:p>
        </w:tc>
      </w:tr>
      <w:tr w:rsidR="00865388" w:rsidRPr="009C54AE" w14:paraId="3B0FD6C0" w14:textId="77777777" w:rsidTr="00656AED">
        <w:tc>
          <w:tcPr>
            <w:tcW w:w="1588" w:type="dxa"/>
          </w:tcPr>
          <w:p w14:paraId="7EBE550B" w14:textId="77777777" w:rsidR="00865388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67" w:type="dxa"/>
          </w:tcPr>
          <w:p w14:paraId="66D17C42" w14:textId="16E1209D" w:rsidR="00865388" w:rsidRPr="009C54AE" w:rsidRDefault="002B3542" w:rsidP="002312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krytycznie podchodzić do posiadanej wiedzy </w:t>
            </w:r>
            <w:r w:rsidR="009C4AD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odbieranych treści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 prezentując włas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ne, dobrze umotywowane poglądy i analizę problemu.</w:t>
            </w:r>
          </w:p>
        </w:tc>
        <w:tc>
          <w:tcPr>
            <w:tcW w:w="1865" w:type="dxa"/>
          </w:tcPr>
          <w:p w14:paraId="0D98D429" w14:textId="26BAE993" w:rsidR="00865388" w:rsidRPr="009C54AE" w:rsidRDefault="00865388" w:rsidP="00D036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42010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354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6F2A65A7" w14:textId="77777777" w:rsidR="0085747A" w:rsidRPr="00B169DF" w:rsidRDefault="0085747A" w:rsidP="002312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4931291" w:rsidR="0085747A" w:rsidRDefault="00675843" w:rsidP="0023126C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23126C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938661D" w14:textId="77777777" w:rsidR="0023126C" w:rsidRPr="00B169DF" w:rsidRDefault="0023126C" w:rsidP="0023126C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Pr="00656AED" w:rsidRDefault="0085747A" w:rsidP="0023126C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b/>
          <w:bCs/>
          <w:sz w:val="24"/>
          <w:szCs w:val="24"/>
        </w:rPr>
      </w:pPr>
      <w:r w:rsidRPr="00656AED">
        <w:rPr>
          <w:rFonts w:ascii="Corbel" w:hAnsi="Corbel"/>
          <w:b/>
          <w:bCs/>
          <w:sz w:val="24"/>
          <w:szCs w:val="24"/>
        </w:rPr>
        <w:t xml:space="preserve">Problematyka wykładu </w:t>
      </w:r>
    </w:p>
    <w:p w14:paraId="5DA63D95" w14:textId="77777777" w:rsidR="00865388" w:rsidRPr="00B169DF" w:rsidRDefault="00865388" w:rsidP="0023126C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388" w:rsidRPr="009C54AE" w14:paraId="58D4886A" w14:textId="77777777" w:rsidTr="008D0794">
        <w:tc>
          <w:tcPr>
            <w:tcW w:w="9520" w:type="dxa"/>
          </w:tcPr>
          <w:p w14:paraId="38D4DAA4" w14:textId="77777777" w:rsidR="00865388" w:rsidRPr="00656AED" w:rsidRDefault="00865388" w:rsidP="0023126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56AE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65388" w:rsidRPr="009C54AE" w14:paraId="57DBBA73" w14:textId="77777777" w:rsidTr="008D0794">
        <w:tc>
          <w:tcPr>
            <w:tcW w:w="9520" w:type="dxa"/>
          </w:tcPr>
          <w:p w14:paraId="6C82253E" w14:textId="71B35C4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 xml:space="preserve">Typy i formy państwa. </w:t>
            </w:r>
            <w:r w:rsidRPr="0027164B">
              <w:rPr>
                <w:rFonts w:ascii="Corbel" w:hAnsi="Corbel"/>
                <w:iCs/>
                <w:sz w:val="24"/>
                <w:szCs w:val="24"/>
              </w:rPr>
              <w:t xml:space="preserve">Modele administracji w starożytnym Egipcie, Mezopotamii, Sparcie </w:t>
            </w:r>
            <w:r w:rsidR="00780C1D" w:rsidRPr="0027164B">
              <w:rPr>
                <w:rFonts w:ascii="Corbel" w:hAnsi="Corbel"/>
                <w:iCs/>
                <w:sz w:val="24"/>
                <w:szCs w:val="24"/>
              </w:rPr>
              <w:br/>
            </w:r>
            <w:r w:rsidRPr="0027164B">
              <w:rPr>
                <w:rFonts w:ascii="Corbel" w:hAnsi="Corbel"/>
                <w:iCs/>
                <w:sz w:val="24"/>
                <w:szCs w:val="24"/>
              </w:rPr>
              <w:t>i Atenach oraz w starożytnym Rzymie</w:t>
            </w:r>
            <w:r w:rsidR="00E34F83"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  <w:tr w:rsidR="00865388" w:rsidRPr="009C54AE" w14:paraId="6A11FB83" w14:textId="77777777" w:rsidTr="008D0794">
        <w:tc>
          <w:tcPr>
            <w:tcW w:w="9520" w:type="dxa"/>
          </w:tcPr>
          <w:p w14:paraId="238CC298" w14:textId="7777777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Podstawowe zasady ustrojowe monarchii patrymonialnej, forma zarządu w państwie frankońskim. Zasady podziału terytorialnego w Europie, urzędy centralne i lokalne doby monarchii patrymonialnej w Europie.</w:t>
            </w:r>
          </w:p>
        </w:tc>
      </w:tr>
      <w:tr w:rsidR="00865388" w:rsidRPr="009C54AE" w14:paraId="1D6ABAAF" w14:textId="77777777" w:rsidTr="008D0794">
        <w:tc>
          <w:tcPr>
            <w:tcW w:w="9520" w:type="dxa"/>
          </w:tcPr>
          <w:p w14:paraId="4EEAB691" w14:textId="7777777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Zasady podziału terytorialnego w Polsce, polskie urzędy centralne i lokalne doby monarchii patrymonialnej.</w:t>
            </w:r>
          </w:p>
        </w:tc>
      </w:tr>
      <w:tr w:rsidR="00865388" w:rsidRPr="009C54AE" w14:paraId="6CDD4098" w14:textId="77777777" w:rsidTr="008D0794">
        <w:tc>
          <w:tcPr>
            <w:tcW w:w="9520" w:type="dxa"/>
          </w:tcPr>
          <w:p w14:paraId="22889588" w14:textId="55B94083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 xml:space="preserve">Podstawowe zasady ustrojowe monarchii stanowej, ewolucja polskich urzędów centralnych </w:t>
            </w:r>
            <w:r w:rsidR="00780C1D" w:rsidRPr="0027164B">
              <w:rPr>
                <w:rFonts w:ascii="Corbel" w:hAnsi="Corbel"/>
                <w:sz w:val="24"/>
                <w:szCs w:val="24"/>
              </w:rPr>
              <w:br/>
            </w:r>
            <w:r w:rsidRPr="0027164B">
              <w:rPr>
                <w:rFonts w:ascii="Corbel" w:hAnsi="Corbel"/>
                <w:sz w:val="24"/>
                <w:szCs w:val="24"/>
              </w:rPr>
              <w:t>i lokalnych doby okresu stanowej, jak również wybrane przykłady specyficznych urzędów centralnych i lokalnych ww. okresu w Europie.</w:t>
            </w:r>
          </w:p>
        </w:tc>
      </w:tr>
      <w:tr w:rsidR="00865388" w:rsidRPr="009C54AE" w14:paraId="573EDBC2" w14:textId="77777777" w:rsidTr="008D0794">
        <w:tc>
          <w:tcPr>
            <w:tcW w:w="9520" w:type="dxa"/>
          </w:tcPr>
          <w:p w14:paraId="7F03FE47" w14:textId="7777777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Podstawowe zasady ustrojowe Rzeczypospolitej Szlacheckiej i reformy ustrojowe w okresie początków monarchii konstytucyjnej. Ewolucja polskich urzędów centralnych i lokalnych doby Rzeczypospolitej Szlacheckiej.</w:t>
            </w:r>
          </w:p>
        </w:tc>
      </w:tr>
      <w:tr w:rsidR="00865388" w:rsidRPr="009C54AE" w14:paraId="00FCD1BD" w14:textId="77777777" w:rsidTr="008D0794">
        <w:tc>
          <w:tcPr>
            <w:tcW w:w="9520" w:type="dxa"/>
          </w:tcPr>
          <w:p w14:paraId="218185F5" w14:textId="3EECB86F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 xml:space="preserve">Podstawowe zasady ustrojowe oraz wybrane przykłady specyficznych urzędów centralnych </w:t>
            </w:r>
            <w:r w:rsidR="00780C1D" w:rsidRPr="0027164B">
              <w:rPr>
                <w:rFonts w:ascii="Corbel" w:hAnsi="Corbel"/>
                <w:sz w:val="24"/>
                <w:szCs w:val="24"/>
              </w:rPr>
              <w:br/>
            </w:r>
            <w:r w:rsidRPr="0027164B">
              <w:rPr>
                <w:rFonts w:ascii="Corbel" w:hAnsi="Corbel"/>
                <w:sz w:val="24"/>
                <w:szCs w:val="24"/>
              </w:rPr>
              <w:t>i lokalnych doby absolutyzmu w Europie.</w:t>
            </w:r>
          </w:p>
        </w:tc>
      </w:tr>
      <w:tr w:rsidR="00865388" w:rsidRPr="009C54AE" w14:paraId="6A2368F9" w14:textId="77777777" w:rsidTr="008D0794">
        <w:tc>
          <w:tcPr>
            <w:tcW w:w="9520" w:type="dxa"/>
          </w:tcPr>
          <w:p w14:paraId="7E06E8F1" w14:textId="7777777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 xml:space="preserve">Konstytucje Księstwa Warszawskiego i Królestwa Polskiego i ich wpływ na model administracji na ziemiach polskich. </w:t>
            </w:r>
          </w:p>
        </w:tc>
      </w:tr>
      <w:tr w:rsidR="00865388" w:rsidRPr="009C54AE" w14:paraId="054C63CC" w14:textId="77777777" w:rsidTr="008D0794">
        <w:tc>
          <w:tcPr>
            <w:tcW w:w="9520" w:type="dxa"/>
          </w:tcPr>
          <w:p w14:paraId="6B7F14C3" w14:textId="1A6C41CF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lastRenderedPageBreak/>
              <w:t xml:space="preserve">Ustrój organów powstańczych w okresie powstania listopadowego, styczniowego </w:t>
            </w:r>
            <w:r w:rsidR="00780C1D" w:rsidRPr="0027164B">
              <w:rPr>
                <w:rFonts w:ascii="Corbel" w:hAnsi="Corbel"/>
                <w:sz w:val="24"/>
                <w:szCs w:val="24"/>
              </w:rPr>
              <w:br/>
            </w:r>
            <w:r w:rsidRPr="0027164B">
              <w:rPr>
                <w:rFonts w:ascii="Corbel" w:hAnsi="Corbel"/>
                <w:sz w:val="24"/>
                <w:szCs w:val="24"/>
              </w:rPr>
              <w:t>i krakowskiego. Administracja w Wielkim Księstwie Poznańskim, Rzeczypospolitej Krakowskiej oraz Galicji doby autonomicznej.</w:t>
            </w:r>
          </w:p>
        </w:tc>
      </w:tr>
      <w:tr w:rsidR="00865388" w:rsidRPr="009C54AE" w14:paraId="4EBD3419" w14:textId="77777777" w:rsidTr="008D0794">
        <w:tc>
          <w:tcPr>
            <w:tcW w:w="9520" w:type="dxa"/>
          </w:tcPr>
          <w:p w14:paraId="5E9D2C66" w14:textId="7777777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Ewolucja urzędów administracji w Europie w XIX w.</w:t>
            </w:r>
          </w:p>
        </w:tc>
      </w:tr>
      <w:tr w:rsidR="00865388" w:rsidRPr="009C54AE" w14:paraId="35D2EEBC" w14:textId="77777777" w:rsidTr="008D0794">
        <w:tc>
          <w:tcPr>
            <w:tcW w:w="9520" w:type="dxa"/>
          </w:tcPr>
          <w:p w14:paraId="4B848443" w14:textId="7777777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Konstytucje II Rzeczypospolitej, nowela sierpniowa i ich wpływ na ówczesną administrację. Administracja centralna i terytorialna. Samorząd terytorialny. Terytorialne odrębności administracyjne. Sądownictwo administracyjne.</w:t>
            </w:r>
          </w:p>
        </w:tc>
      </w:tr>
      <w:tr w:rsidR="00865388" w:rsidRPr="009C54AE" w14:paraId="1B16C015" w14:textId="77777777" w:rsidTr="008D0794">
        <w:tc>
          <w:tcPr>
            <w:tcW w:w="9520" w:type="dxa"/>
          </w:tcPr>
          <w:p w14:paraId="781D6774" w14:textId="7777777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Ewolucja urzędów administracji w Europie w XX w.</w:t>
            </w:r>
          </w:p>
        </w:tc>
      </w:tr>
      <w:tr w:rsidR="00865388" w:rsidRPr="009C54AE" w14:paraId="1E544810" w14:textId="77777777" w:rsidTr="008D0794">
        <w:tc>
          <w:tcPr>
            <w:tcW w:w="9520" w:type="dxa"/>
          </w:tcPr>
          <w:p w14:paraId="52D3B1AE" w14:textId="77777777" w:rsidR="00865388" w:rsidRPr="0027164B" w:rsidRDefault="00865388" w:rsidP="002312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64B">
              <w:rPr>
                <w:rFonts w:ascii="Corbel" w:hAnsi="Corbel"/>
                <w:sz w:val="24"/>
                <w:szCs w:val="24"/>
              </w:rPr>
              <w:t>Ustrój administracji państwowej w Polsce Ludowej. Podział terytorialny państwa. Administracja centralna i terytorialna. Kontrola administracji.</w:t>
            </w:r>
          </w:p>
        </w:tc>
      </w:tr>
    </w:tbl>
    <w:p w14:paraId="63996BC0" w14:textId="77777777" w:rsidR="0085747A" w:rsidRPr="00B169DF" w:rsidRDefault="0085747A" w:rsidP="0023126C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E17DF" w14:textId="77777777" w:rsidR="0023126C" w:rsidRPr="0023126C" w:rsidRDefault="0085747A" w:rsidP="0023126C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656AED">
        <w:rPr>
          <w:rFonts w:ascii="Corbel" w:hAnsi="Corbel"/>
          <w:b/>
          <w:bCs/>
          <w:sz w:val="24"/>
          <w:szCs w:val="24"/>
        </w:rPr>
        <w:t>Problematyka ćwiczeń</w:t>
      </w:r>
      <w:r w:rsidR="0023126C">
        <w:rPr>
          <w:rFonts w:ascii="Corbel" w:hAnsi="Corbel"/>
          <w:b/>
          <w:bCs/>
          <w:sz w:val="24"/>
          <w:szCs w:val="24"/>
        </w:rPr>
        <w:t>, konwersatoriów, laboratoriów, zajęć praktycznych</w:t>
      </w:r>
    </w:p>
    <w:p w14:paraId="0FC793A6" w14:textId="29EA525B" w:rsidR="0085747A" w:rsidRDefault="0023126C" w:rsidP="0023126C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  <w:r w:rsidRPr="0023126C">
        <w:rPr>
          <w:rFonts w:ascii="Corbel" w:hAnsi="Corbel"/>
          <w:sz w:val="24"/>
          <w:szCs w:val="24"/>
        </w:rPr>
        <w:t>- nie dotyczy</w:t>
      </w:r>
      <w:r w:rsidR="0085747A" w:rsidRPr="0023126C">
        <w:rPr>
          <w:rFonts w:ascii="Corbel" w:hAnsi="Corbel"/>
          <w:sz w:val="24"/>
          <w:szCs w:val="24"/>
        </w:rPr>
        <w:t xml:space="preserve"> </w:t>
      </w:r>
    </w:p>
    <w:p w14:paraId="7BDF3F79" w14:textId="77777777" w:rsidR="0023126C" w:rsidRPr="0023126C" w:rsidRDefault="0023126C" w:rsidP="0023126C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37C7DEEC" w14:textId="1D6631D9" w:rsidR="0085747A" w:rsidRDefault="009F4610" w:rsidP="002312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23126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B726645" w14:textId="77777777" w:rsidR="0023126C" w:rsidRPr="00B169DF" w:rsidRDefault="0023126C" w:rsidP="002312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A88D463" w14:textId="26BA29AB" w:rsidR="00656AED" w:rsidRDefault="00656AED" w:rsidP="0023126C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603AD6">
        <w:rPr>
          <w:rFonts w:ascii="Corbel" w:hAnsi="Corbel"/>
          <w:bCs/>
          <w:smallCaps w:val="0"/>
          <w:szCs w:val="24"/>
        </w:rPr>
        <w:t>Wykłady</w:t>
      </w:r>
      <w:r>
        <w:rPr>
          <w:rFonts w:ascii="Corbel" w:hAnsi="Corbel"/>
          <w:b w:val="0"/>
          <w:smallCaps w:val="0"/>
          <w:szCs w:val="24"/>
        </w:rPr>
        <w:t xml:space="preserve"> – wykład informacyjny z elementami wykładu problemowego, wymianą poglądów, wykład z prezentacją multimedialną.</w:t>
      </w:r>
    </w:p>
    <w:p w14:paraId="01B28FC6" w14:textId="77777777" w:rsidR="004A0340" w:rsidRPr="00B169DF" w:rsidRDefault="004A0340" w:rsidP="002312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2312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2312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62B4B3B3" w:rsidR="0085747A" w:rsidRPr="00B169DF" w:rsidRDefault="0085747A" w:rsidP="002312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23126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2312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9"/>
        <w:gridCol w:w="2118"/>
      </w:tblGrid>
      <w:tr w:rsidR="0085747A" w:rsidRPr="00B169DF" w14:paraId="226D9E85" w14:textId="77777777" w:rsidTr="0023126C">
        <w:tc>
          <w:tcPr>
            <w:tcW w:w="1963" w:type="dxa"/>
            <w:vAlign w:val="center"/>
          </w:tcPr>
          <w:p w14:paraId="40623A34" w14:textId="77777777" w:rsidR="0085747A" w:rsidRPr="00F2275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22751">
              <w:rPr>
                <w:rFonts w:ascii="Corbel" w:hAnsi="Corbel"/>
                <w:bCs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135FC0B3" w14:textId="77777777" w:rsidR="0085747A" w:rsidRPr="00F2275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F22751">
              <w:rPr>
                <w:rFonts w:ascii="Corbel" w:hAnsi="Corbel"/>
                <w:bCs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7CFD1827" w14:textId="77777777" w:rsidR="00923D7D" w:rsidRPr="00F2275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22751">
              <w:rPr>
                <w:rFonts w:ascii="Corbel" w:hAnsi="Corbel"/>
                <w:bCs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23126C">
        <w:tc>
          <w:tcPr>
            <w:tcW w:w="1963" w:type="dxa"/>
          </w:tcPr>
          <w:p w14:paraId="6267168D" w14:textId="3EA6FBA0" w:rsidR="0085747A" w:rsidRPr="00B169DF" w:rsidRDefault="00656A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 – Ek_</w:t>
            </w:r>
            <w:r w:rsidR="0023126C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39" w:type="dxa"/>
          </w:tcPr>
          <w:p w14:paraId="27D90EF1" w14:textId="185EAE6A" w:rsidR="0085747A" w:rsidRPr="00B169DF" w:rsidRDefault="0023126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56AED" w:rsidRPr="00D24278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 w:rsidR="00656AED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8" w:type="dxa"/>
          </w:tcPr>
          <w:p w14:paraId="4D1F06B9" w14:textId="2E87B5CC" w:rsidR="0085747A" w:rsidRPr="00B169DF" w:rsidRDefault="00656A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13B0B4DA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23126C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85747A" w:rsidRPr="00B169DF" w14:paraId="79EB57FB" w14:textId="77777777" w:rsidTr="0047372C">
        <w:tc>
          <w:tcPr>
            <w:tcW w:w="8221" w:type="dxa"/>
          </w:tcPr>
          <w:p w14:paraId="2BB5D64F" w14:textId="55C22275" w:rsidR="0085747A" w:rsidRPr="002B3B90" w:rsidRDefault="00963300" w:rsidP="0023126C">
            <w:pPr>
              <w:pStyle w:val="Punktygwne"/>
              <w:spacing w:before="0" w:after="0"/>
              <w:ind w:left="-5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Wykłady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egzamin </w:t>
            </w:r>
            <w:r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formie </w:t>
            </w:r>
            <w:r w:rsidR="002B3B90">
              <w:rPr>
                <w:rFonts w:ascii="Corbel" w:hAnsi="Corbel"/>
                <w:b w:val="0"/>
                <w:bCs/>
                <w:smallCaps w:val="0"/>
                <w:szCs w:val="24"/>
              </w:rPr>
              <w:t>ustnej.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Warunkiem dopuszczenia do egzaminu jest zaliczenie ćwiczeń na ocenę pozytywną. </w:t>
            </w:r>
          </w:p>
        </w:tc>
      </w:tr>
    </w:tbl>
    <w:p w14:paraId="549B3CBB" w14:textId="77777777" w:rsidR="0085747A" w:rsidRPr="00B169DF" w:rsidRDefault="0085747A" w:rsidP="002B3B9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47372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47372C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47372C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5F72877D" w:rsidR="0085747A" w:rsidRPr="00B169DF" w:rsidRDefault="00963300" w:rsidP="004737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 – 30 godz.</w:t>
            </w:r>
          </w:p>
        </w:tc>
      </w:tr>
      <w:tr w:rsidR="00C61DC5" w:rsidRPr="00B169DF" w14:paraId="2A4AABEF" w14:textId="77777777" w:rsidTr="0047372C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4F08B643" w:rsidR="00C61DC5" w:rsidRPr="00B169DF" w:rsidRDefault="0047372C" w:rsidP="00963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96330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47372C">
        <w:tc>
          <w:tcPr>
            <w:tcW w:w="5132" w:type="dxa"/>
          </w:tcPr>
          <w:p w14:paraId="1BAAD611" w14:textId="0E0773DD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56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1E37F2F9" w:rsidR="004D566E" w:rsidRPr="0047372C" w:rsidRDefault="0047372C" w:rsidP="004737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963300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B169DF" w14:paraId="1ADE6CE7" w14:textId="77777777" w:rsidTr="0047372C">
        <w:trPr>
          <w:trHeight w:val="338"/>
        </w:trPr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601BC833" w:rsidR="0085747A" w:rsidRPr="00B169DF" w:rsidRDefault="00963300" w:rsidP="00963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47372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47372C">
        <w:trPr>
          <w:trHeight w:val="337"/>
        </w:trPr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3FF5DFA3" w:rsidR="0085747A" w:rsidRPr="00B169DF" w:rsidRDefault="00963300" w:rsidP="00963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punktów</w:t>
            </w:r>
          </w:p>
        </w:tc>
      </w:tr>
    </w:tbl>
    <w:p w14:paraId="63F632C6" w14:textId="77777777" w:rsidR="0085747A" w:rsidRPr="00B169DF" w:rsidRDefault="00923D7D" w:rsidP="0047372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963300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5F523725" w:rsidR="0085747A" w:rsidRPr="00B169DF" w:rsidRDefault="00963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</w:t>
            </w:r>
          </w:p>
        </w:tc>
      </w:tr>
      <w:tr w:rsidR="0085747A" w:rsidRPr="00B169DF" w14:paraId="276FFB2E" w14:textId="77777777" w:rsidTr="00963300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63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44E4D874" w:rsidR="00963300" w:rsidRPr="00B169DF" w:rsidRDefault="00963300" w:rsidP="00963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--------------------------------------------</w:t>
            </w:r>
          </w:p>
        </w:tc>
      </w:tr>
    </w:tbl>
    <w:p w14:paraId="0E03DECB" w14:textId="77777777" w:rsidR="003E1941" w:rsidRPr="00B169DF" w:rsidRDefault="003E1941" w:rsidP="00946F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4B4A0409" w14:textId="77777777" w:rsidR="0085747A" w:rsidRPr="002B3B90" w:rsidRDefault="0085747A" w:rsidP="0047372C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2B3B9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1899FD6" w14:textId="77777777" w:rsidR="00963300" w:rsidRDefault="00963300" w:rsidP="0047372C">
            <w:pPr>
              <w:pStyle w:val="Punktygwne"/>
              <w:numPr>
                <w:ilvl w:val="0"/>
                <w:numId w:val="2"/>
              </w:numPr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Maciejewski,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administracji,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2006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2E2A2B1" w14:textId="20974FA2" w:rsidR="002B3B90" w:rsidRDefault="00963300" w:rsidP="0047372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J. Bardach, B. Leśnodorski, M. Pietrzak, </w:t>
            </w:r>
            <w:r w:rsidRPr="00D960DA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Historia </w:t>
            </w:r>
            <w:r w:rsidR="001766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ustroju</w:t>
            </w:r>
            <w:r w:rsidRPr="00D960DA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 i prawa </w:t>
            </w:r>
            <w:r w:rsidRPr="002B3B9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polskiego</w:t>
            </w:r>
            <w:r w:rsidRPr="00D960DA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,</w:t>
            </w:r>
            <w:r w:rsidRPr="00D960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wyd. 6, Warszawa 2010</w:t>
            </w:r>
            <w:r w:rsidR="001766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</w:p>
          <w:p w14:paraId="0B544F6A" w14:textId="039583AC" w:rsidR="00963300" w:rsidRPr="002B3B90" w:rsidRDefault="002B3B90" w:rsidP="0047372C">
            <w:pPr>
              <w:pStyle w:val="Punktygwne"/>
              <w:numPr>
                <w:ilvl w:val="0"/>
                <w:numId w:val="2"/>
              </w:numPr>
              <w:spacing w:before="0"/>
              <w:ind w:hanging="357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W. Witkowski, </w:t>
            </w:r>
            <w:r w:rsidRPr="002B3B9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Historia administracji w Polsce 1767-2020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47372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wyd. II, Warszawa 2021.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B22F985" w14:textId="77777777" w:rsidR="0085747A" w:rsidRPr="002B3B90" w:rsidRDefault="0085747A" w:rsidP="0047372C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2B3B9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551745F" w14:textId="345E5872" w:rsidR="00C532CA" w:rsidRDefault="000A6FD0" w:rsidP="0047372C">
            <w:pPr>
              <w:numPr>
                <w:ilvl w:val="0"/>
                <w:numId w:val="3"/>
              </w:numPr>
              <w:spacing w:before="60"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R. Jastrzębski, </w:t>
            </w:r>
            <w:r w:rsidR="008D021F">
              <w:rPr>
                <w:rFonts w:ascii="Corbel" w:eastAsia="Cambria" w:hAnsi="Corbel"/>
                <w:sz w:val="24"/>
                <w:szCs w:val="24"/>
              </w:rPr>
              <w:t xml:space="preserve">(red.) </w:t>
            </w:r>
            <w:r w:rsidRPr="00D3013C">
              <w:rPr>
                <w:rFonts w:ascii="Corbel" w:eastAsia="Cambria" w:hAnsi="Corbel"/>
                <w:i/>
                <w:iCs/>
                <w:sz w:val="24"/>
                <w:szCs w:val="24"/>
              </w:rPr>
              <w:t>Historia administracji. Wybór źródeł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47372C">
              <w:rPr>
                <w:rFonts w:ascii="Corbel" w:eastAsia="Cambria" w:hAnsi="Corbel"/>
                <w:sz w:val="24"/>
                <w:szCs w:val="24"/>
              </w:rPr>
              <w:br/>
            </w:r>
            <w:r w:rsidR="000B28A7">
              <w:rPr>
                <w:rFonts w:ascii="Corbel" w:eastAsia="Cambria" w:hAnsi="Corbel"/>
                <w:sz w:val="24"/>
                <w:szCs w:val="24"/>
              </w:rPr>
              <w:t>Warszawa 2024</w:t>
            </w:r>
            <w:r w:rsidR="00D3013C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74503B5E" w14:textId="27DBC641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Zamość 2004;</w:t>
            </w:r>
          </w:p>
          <w:p w14:paraId="45027F6E" w14:textId="7A5A0737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H.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Izdebski,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Warszawa 1996 i następne;</w:t>
            </w:r>
          </w:p>
          <w:p w14:paraId="0BDF8996" w14:textId="77777777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Cichoń, M.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Nowakowski, </w:t>
            </w:r>
            <w:r w:rsidRPr="00DC3D5E">
              <w:rPr>
                <w:rFonts w:ascii="Corbel" w:hAnsi="Corbel"/>
                <w:i/>
                <w:sz w:val="24"/>
                <w:szCs w:val="24"/>
              </w:rPr>
              <w:t>Historia administracji,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Warszawa 2010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19AE052E" w14:textId="77777777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W. Mróz, A. 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Witkowski,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Administracja w systemie ustrojowym Polski do 1939 r.</w:t>
            </w:r>
            <w:r>
              <w:rPr>
                <w:rFonts w:ascii="Corbel" w:eastAsia="Cambria" w:hAnsi="Corbel"/>
                <w:sz w:val="24"/>
                <w:szCs w:val="24"/>
              </w:rPr>
              <w:t>, Przemyśl 1997;</w:t>
            </w:r>
          </w:p>
          <w:p w14:paraId="44096657" w14:textId="77777777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Mróz,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Administracja rządowa i samorządowa w Europie w dobie nowożytnej</w:t>
            </w:r>
            <w:r>
              <w:rPr>
                <w:rFonts w:ascii="Corbel" w:eastAsia="Cambria" w:hAnsi="Corbel"/>
                <w:sz w:val="24"/>
                <w:szCs w:val="24"/>
              </w:rPr>
              <w:t>, Przemyśl 2003;</w:t>
            </w:r>
          </w:p>
          <w:p w14:paraId="37A7ED06" w14:textId="77777777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Malec, D.</w:t>
            </w:r>
            <w:r w:rsidRPr="00DC3D5E">
              <w:rPr>
                <w:rFonts w:ascii="Corbel" w:hAnsi="Corbel"/>
                <w:sz w:val="24"/>
                <w:szCs w:val="24"/>
              </w:rPr>
              <w:t xml:space="preserve"> Malec, </w:t>
            </w:r>
            <w:r w:rsidRPr="00DC3D5E">
              <w:rPr>
                <w:rFonts w:ascii="Corbel" w:hAnsi="Corbel"/>
                <w:i/>
                <w:sz w:val="24"/>
                <w:szCs w:val="24"/>
              </w:rPr>
              <w:t xml:space="preserve">Historia administracji i myśli administracyjnej, </w:t>
            </w:r>
            <w:r w:rsidRPr="00DC3D5E">
              <w:rPr>
                <w:rFonts w:ascii="Corbel" w:hAnsi="Corbel"/>
                <w:sz w:val="24"/>
                <w:szCs w:val="24"/>
              </w:rPr>
              <w:t>Kraków 2003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403CDBB7" w14:textId="77777777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hyperlink r:id="rId8" w:tooltip="Andrzej Gaca (strona nie istnieje)" w:history="1">
              <w:r>
                <w:rPr>
                  <w:rFonts w:ascii="Corbel" w:eastAsia="Cambria" w:hAnsi="Corbel"/>
                  <w:color w:val="000000"/>
                  <w:sz w:val="24"/>
                  <w:szCs w:val="24"/>
                </w:rPr>
                <w:t>A.</w:t>
              </w:r>
              <w:r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Gaca</w:t>
              </w:r>
            </w:hyperlink>
            <w:r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hyperlink r:id="rId9" w:tooltip="Krystyna Kamińska" w:history="1">
              <w:r>
                <w:rPr>
                  <w:rFonts w:ascii="Corbel" w:eastAsia="Cambria" w:hAnsi="Corbel"/>
                  <w:color w:val="000000"/>
                  <w:sz w:val="24"/>
                  <w:szCs w:val="24"/>
                </w:rPr>
                <w:t>K.</w:t>
              </w:r>
              <w:r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Kamińska</w:t>
              </w:r>
            </w:hyperlink>
            <w:r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 xml:space="preserve">Historia powszechna ustrojów państwowych, </w:t>
            </w: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Toruń 2002;</w:t>
            </w:r>
          </w:p>
          <w:p w14:paraId="79C5E1D4" w14:textId="77777777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hyperlink r:id="rId10" w:tooltip="Grzegorz Górski" w:history="1">
              <w:r>
                <w:rPr>
                  <w:rFonts w:ascii="Corbel" w:eastAsia="Cambria" w:hAnsi="Corbel"/>
                  <w:color w:val="000000"/>
                  <w:sz w:val="24"/>
                  <w:szCs w:val="24"/>
                </w:rPr>
                <w:t>G.</w:t>
              </w:r>
              <w:r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Górski</w:t>
              </w:r>
            </w:hyperlink>
            <w:r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>Historia administracji,</w:t>
            </w: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Warszawa 2002;</w:t>
            </w:r>
          </w:p>
          <w:p w14:paraId="377586DD" w14:textId="2273EBE7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A. Korobowicz, 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Witkowski,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 xml:space="preserve">Historia ustroju i prawa polskiego </w:t>
            </w:r>
            <w:r w:rsidR="0047372C">
              <w:rPr>
                <w:rFonts w:ascii="Corbel" w:eastAsia="Cambria" w:hAnsi="Corbel"/>
                <w:i/>
                <w:sz w:val="24"/>
                <w:szCs w:val="24"/>
              </w:rPr>
              <w:br/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(1772-1918 )</w:t>
            </w:r>
            <w:r>
              <w:rPr>
                <w:rFonts w:ascii="Corbel" w:eastAsia="Cambria" w:hAnsi="Corbel"/>
                <w:sz w:val="24"/>
                <w:szCs w:val="24"/>
              </w:rPr>
              <w:t>, Kraków 1998;</w:t>
            </w:r>
          </w:p>
          <w:p w14:paraId="32C3A813" w14:textId="542DB244" w:rsidR="00963300" w:rsidRPr="00DC3D5E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M.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DC3D5E">
              <w:rPr>
                <w:rFonts w:ascii="Corbel" w:eastAsia="Cambria" w:hAnsi="Corbel"/>
                <w:sz w:val="24"/>
                <w:szCs w:val="24"/>
              </w:rPr>
              <w:t>Kallas</w:t>
            </w:r>
            <w:proofErr w:type="spellEnd"/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 X-XX w.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>Warszawa 1996;</w:t>
            </w:r>
          </w:p>
          <w:p w14:paraId="1713A7F0" w14:textId="77777777" w:rsidR="00963300" w:rsidRDefault="00963300" w:rsidP="0047372C">
            <w:pPr>
              <w:numPr>
                <w:ilvl w:val="0"/>
                <w:numId w:val="3"/>
              </w:numPr>
              <w:spacing w:after="0" w:line="240" w:lineRule="auto"/>
              <w:ind w:left="479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R. Łaszewski, S.</w:t>
            </w:r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DC3D5E">
              <w:rPr>
                <w:rFonts w:ascii="Corbel" w:eastAsia="Cambria" w:hAnsi="Corbel"/>
                <w:sz w:val="24"/>
                <w:szCs w:val="24"/>
              </w:rPr>
              <w:t>Salmonowicz</w:t>
            </w:r>
            <w:proofErr w:type="spellEnd"/>
            <w:r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</w:t>
            </w:r>
            <w:r>
              <w:rPr>
                <w:rFonts w:ascii="Corbel" w:eastAsia="Cambria" w:hAnsi="Corbel"/>
                <w:sz w:val="24"/>
                <w:szCs w:val="24"/>
              </w:rPr>
              <w:t>, Toruń 1997;</w:t>
            </w:r>
          </w:p>
          <w:p w14:paraId="4596EFF9" w14:textId="0229F472" w:rsidR="00963300" w:rsidRPr="00963300" w:rsidRDefault="00963300" w:rsidP="0047372C">
            <w:pPr>
              <w:numPr>
                <w:ilvl w:val="0"/>
                <w:numId w:val="3"/>
              </w:numPr>
              <w:spacing w:after="60" w:line="240" w:lineRule="auto"/>
              <w:ind w:left="482" w:hanging="357"/>
              <w:rPr>
                <w:rFonts w:ascii="Corbel" w:eastAsia="Cambria" w:hAnsi="Corbel"/>
                <w:sz w:val="24"/>
                <w:szCs w:val="24"/>
              </w:rPr>
            </w:pPr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963300">
              <w:rPr>
                <w:rFonts w:ascii="Corbel" w:eastAsia="Cambria" w:hAnsi="Corbel"/>
                <w:sz w:val="24"/>
                <w:szCs w:val="24"/>
              </w:rPr>
              <w:t>Hład</w:t>
            </w:r>
            <w:r w:rsidR="002B3B90">
              <w:rPr>
                <w:rFonts w:ascii="Corbel" w:eastAsia="Cambria" w:hAnsi="Corbel"/>
                <w:sz w:val="24"/>
                <w:szCs w:val="24"/>
              </w:rPr>
              <w:t>a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>j</w:t>
            </w:r>
            <w:proofErr w:type="spellEnd"/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>D.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 Malec, </w:t>
            </w:r>
            <w:r>
              <w:rPr>
                <w:rFonts w:ascii="Corbel" w:eastAsia="Cambria" w:hAnsi="Corbel"/>
                <w:sz w:val="24"/>
                <w:szCs w:val="24"/>
              </w:rPr>
              <w:t>J.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 Malec, </w:t>
            </w:r>
            <w:r>
              <w:rPr>
                <w:rFonts w:ascii="Corbel" w:eastAsia="Cambria" w:hAnsi="Corbel"/>
                <w:sz w:val="24"/>
                <w:szCs w:val="24"/>
              </w:rPr>
              <w:t>Z.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 xml:space="preserve"> Zarzycki, </w:t>
            </w:r>
            <w:r w:rsidRPr="00963300">
              <w:rPr>
                <w:rFonts w:ascii="Corbel" w:eastAsia="Cambria" w:hAnsi="Corbel"/>
                <w:i/>
                <w:iCs/>
                <w:sz w:val="24"/>
                <w:szCs w:val="24"/>
              </w:rPr>
              <w:t>Hi</w:t>
            </w:r>
            <w:r w:rsidRPr="00963300">
              <w:rPr>
                <w:rFonts w:ascii="Corbel" w:eastAsia="Cambria" w:hAnsi="Corbel"/>
                <w:i/>
                <w:sz w:val="24"/>
                <w:szCs w:val="24"/>
              </w:rPr>
              <w:t>storia administracji. Wybór źródeł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963300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63300">
              <w:rPr>
                <w:rFonts w:ascii="Corbel" w:eastAsia="Cambria" w:hAnsi="Corbel"/>
                <w:iCs/>
                <w:sz w:val="24"/>
                <w:szCs w:val="24"/>
              </w:rPr>
              <w:t>Kr</w:t>
            </w:r>
            <w:r w:rsidRPr="00963300">
              <w:rPr>
                <w:rFonts w:ascii="Corbel" w:eastAsia="Cambria" w:hAnsi="Corbel"/>
                <w:sz w:val="24"/>
                <w:szCs w:val="24"/>
              </w:rPr>
              <w:t>aków 2002.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2159A" w14:textId="77777777" w:rsidR="008A0B70" w:rsidRDefault="008A0B70" w:rsidP="00C16ABF">
      <w:pPr>
        <w:spacing w:after="0" w:line="240" w:lineRule="auto"/>
      </w:pPr>
      <w:r>
        <w:separator/>
      </w:r>
    </w:p>
  </w:endnote>
  <w:endnote w:type="continuationSeparator" w:id="0">
    <w:p w14:paraId="7279C934" w14:textId="77777777" w:rsidR="008A0B70" w:rsidRDefault="008A0B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DD780" w14:textId="77777777" w:rsidR="008A0B70" w:rsidRDefault="008A0B70" w:rsidP="00C16ABF">
      <w:pPr>
        <w:spacing w:after="0" w:line="240" w:lineRule="auto"/>
      </w:pPr>
      <w:r>
        <w:separator/>
      </w:r>
    </w:p>
  </w:footnote>
  <w:footnote w:type="continuationSeparator" w:id="0">
    <w:p w14:paraId="3A0F9066" w14:textId="77777777" w:rsidR="008A0B70" w:rsidRDefault="008A0B70" w:rsidP="00C16ABF">
      <w:pPr>
        <w:spacing w:after="0" w:line="240" w:lineRule="auto"/>
      </w:pPr>
      <w:r>
        <w:continuationSeparator/>
      </w:r>
    </w:p>
  </w:footnote>
  <w:footnote w:id="1">
    <w:p w14:paraId="623AB0AA" w14:textId="77777777" w:rsidR="00865388" w:rsidRDefault="00865388" w:rsidP="0086538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2816DE"/>
    <w:multiLevelType w:val="hybridMultilevel"/>
    <w:tmpl w:val="039CBF0A"/>
    <w:lvl w:ilvl="0" w:tplc="34AE4296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108475763">
    <w:abstractNumId w:val="2"/>
  </w:num>
  <w:num w:numId="3" w16cid:durableId="2101678619">
    <w:abstractNumId w:val="3"/>
  </w:num>
  <w:num w:numId="4" w16cid:durableId="148643246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81F"/>
    <w:rsid w:val="0009462C"/>
    <w:rsid w:val="00094B12"/>
    <w:rsid w:val="00096C46"/>
    <w:rsid w:val="000A296F"/>
    <w:rsid w:val="000A2A28"/>
    <w:rsid w:val="000A3CDF"/>
    <w:rsid w:val="000A6FD0"/>
    <w:rsid w:val="000B192D"/>
    <w:rsid w:val="000B28A7"/>
    <w:rsid w:val="000B28EE"/>
    <w:rsid w:val="000B3E37"/>
    <w:rsid w:val="000D04B0"/>
    <w:rsid w:val="000E6D3F"/>
    <w:rsid w:val="000F1C57"/>
    <w:rsid w:val="000F5615"/>
    <w:rsid w:val="00103AC5"/>
    <w:rsid w:val="001045A1"/>
    <w:rsid w:val="00107733"/>
    <w:rsid w:val="00124BFF"/>
    <w:rsid w:val="00125019"/>
    <w:rsid w:val="0012560E"/>
    <w:rsid w:val="00127108"/>
    <w:rsid w:val="00134B13"/>
    <w:rsid w:val="001448B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6E4"/>
    <w:rsid w:val="0018530D"/>
    <w:rsid w:val="00192F37"/>
    <w:rsid w:val="001A70D2"/>
    <w:rsid w:val="001B0D87"/>
    <w:rsid w:val="001D657B"/>
    <w:rsid w:val="001D7B54"/>
    <w:rsid w:val="001E0209"/>
    <w:rsid w:val="001F2CA2"/>
    <w:rsid w:val="002144C0"/>
    <w:rsid w:val="0022477D"/>
    <w:rsid w:val="002278A9"/>
    <w:rsid w:val="0023126C"/>
    <w:rsid w:val="002336F9"/>
    <w:rsid w:val="0024028F"/>
    <w:rsid w:val="00244ABC"/>
    <w:rsid w:val="00257EED"/>
    <w:rsid w:val="0027164B"/>
    <w:rsid w:val="00272999"/>
    <w:rsid w:val="00281FF2"/>
    <w:rsid w:val="002857DE"/>
    <w:rsid w:val="00291567"/>
    <w:rsid w:val="002A22BF"/>
    <w:rsid w:val="002A2389"/>
    <w:rsid w:val="002A671D"/>
    <w:rsid w:val="002B3542"/>
    <w:rsid w:val="002B3B9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B5"/>
    <w:rsid w:val="00346FE9"/>
    <w:rsid w:val="0034759A"/>
    <w:rsid w:val="003503F6"/>
    <w:rsid w:val="003530DD"/>
    <w:rsid w:val="00363F78"/>
    <w:rsid w:val="00365E83"/>
    <w:rsid w:val="003A0A5B"/>
    <w:rsid w:val="003A1176"/>
    <w:rsid w:val="003C0BAE"/>
    <w:rsid w:val="003D18A9"/>
    <w:rsid w:val="003D6CE2"/>
    <w:rsid w:val="003E1941"/>
    <w:rsid w:val="003E2FE6"/>
    <w:rsid w:val="003E49D5"/>
    <w:rsid w:val="003E5F50"/>
    <w:rsid w:val="003F205D"/>
    <w:rsid w:val="003F2EE6"/>
    <w:rsid w:val="003F38C0"/>
    <w:rsid w:val="00406A2A"/>
    <w:rsid w:val="00414E3C"/>
    <w:rsid w:val="0042244A"/>
    <w:rsid w:val="0042745A"/>
    <w:rsid w:val="00431D5C"/>
    <w:rsid w:val="004362C6"/>
    <w:rsid w:val="00437FA2"/>
    <w:rsid w:val="00445970"/>
    <w:rsid w:val="00456B02"/>
    <w:rsid w:val="00461EFC"/>
    <w:rsid w:val="004652C2"/>
    <w:rsid w:val="004706D1"/>
    <w:rsid w:val="00471326"/>
    <w:rsid w:val="0047372C"/>
    <w:rsid w:val="0047598D"/>
    <w:rsid w:val="004840FD"/>
    <w:rsid w:val="00485B40"/>
    <w:rsid w:val="00490F7D"/>
    <w:rsid w:val="00491678"/>
    <w:rsid w:val="004968E2"/>
    <w:rsid w:val="004970F8"/>
    <w:rsid w:val="004A0340"/>
    <w:rsid w:val="004A08E3"/>
    <w:rsid w:val="004A3EEA"/>
    <w:rsid w:val="004A4D1F"/>
    <w:rsid w:val="004B3F0E"/>
    <w:rsid w:val="004D31C0"/>
    <w:rsid w:val="004D5282"/>
    <w:rsid w:val="004D566E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41F7"/>
    <w:rsid w:val="0056696D"/>
    <w:rsid w:val="0059484D"/>
    <w:rsid w:val="005A0855"/>
    <w:rsid w:val="005A3196"/>
    <w:rsid w:val="005A3389"/>
    <w:rsid w:val="005C080F"/>
    <w:rsid w:val="005C55E5"/>
    <w:rsid w:val="005C696A"/>
    <w:rsid w:val="005E6E85"/>
    <w:rsid w:val="005F31D2"/>
    <w:rsid w:val="005F76A3"/>
    <w:rsid w:val="0061029B"/>
    <w:rsid w:val="00613A06"/>
    <w:rsid w:val="00616012"/>
    <w:rsid w:val="00617230"/>
    <w:rsid w:val="00621CE1"/>
    <w:rsid w:val="00627FC9"/>
    <w:rsid w:val="00641256"/>
    <w:rsid w:val="00647FA8"/>
    <w:rsid w:val="00650C5F"/>
    <w:rsid w:val="00650D24"/>
    <w:rsid w:val="00654934"/>
    <w:rsid w:val="00656AED"/>
    <w:rsid w:val="006620D9"/>
    <w:rsid w:val="006648B9"/>
    <w:rsid w:val="00671958"/>
    <w:rsid w:val="00675843"/>
    <w:rsid w:val="00696477"/>
    <w:rsid w:val="00696479"/>
    <w:rsid w:val="006A05C9"/>
    <w:rsid w:val="006D050F"/>
    <w:rsid w:val="006D6139"/>
    <w:rsid w:val="006E5D65"/>
    <w:rsid w:val="006F1282"/>
    <w:rsid w:val="006F17CF"/>
    <w:rsid w:val="006F1FBC"/>
    <w:rsid w:val="006F31E2"/>
    <w:rsid w:val="00706544"/>
    <w:rsid w:val="007072BA"/>
    <w:rsid w:val="0071620A"/>
    <w:rsid w:val="0072147E"/>
    <w:rsid w:val="00724677"/>
    <w:rsid w:val="00725459"/>
    <w:rsid w:val="007327BD"/>
    <w:rsid w:val="00734608"/>
    <w:rsid w:val="007368F7"/>
    <w:rsid w:val="00745302"/>
    <w:rsid w:val="007461D6"/>
    <w:rsid w:val="00746EC8"/>
    <w:rsid w:val="00763BF1"/>
    <w:rsid w:val="00766FD4"/>
    <w:rsid w:val="00767773"/>
    <w:rsid w:val="00780C1D"/>
    <w:rsid w:val="0078168C"/>
    <w:rsid w:val="00787C2A"/>
    <w:rsid w:val="00790E27"/>
    <w:rsid w:val="007A4022"/>
    <w:rsid w:val="007A59B2"/>
    <w:rsid w:val="007A6E6E"/>
    <w:rsid w:val="007C3299"/>
    <w:rsid w:val="007C3BCC"/>
    <w:rsid w:val="007C4546"/>
    <w:rsid w:val="007D6E56"/>
    <w:rsid w:val="007F4155"/>
    <w:rsid w:val="0081554D"/>
    <w:rsid w:val="0081707E"/>
    <w:rsid w:val="00837484"/>
    <w:rsid w:val="008449B3"/>
    <w:rsid w:val="008552A2"/>
    <w:rsid w:val="0085747A"/>
    <w:rsid w:val="00865388"/>
    <w:rsid w:val="00884922"/>
    <w:rsid w:val="00885F64"/>
    <w:rsid w:val="008917F9"/>
    <w:rsid w:val="008960C7"/>
    <w:rsid w:val="008A0B70"/>
    <w:rsid w:val="008A45F7"/>
    <w:rsid w:val="008C0CC0"/>
    <w:rsid w:val="008C19A9"/>
    <w:rsid w:val="008C379D"/>
    <w:rsid w:val="008C5147"/>
    <w:rsid w:val="008C5359"/>
    <w:rsid w:val="008C5363"/>
    <w:rsid w:val="008D021F"/>
    <w:rsid w:val="008D2022"/>
    <w:rsid w:val="008D3DFB"/>
    <w:rsid w:val="008E64F4"/>
    <w:rsid w:val="008F12C9"/>
    <w:rsid w:val="008F6E29"/>
    <w:rsid w:val="00916188"/>
    <w:rsid w:val="00923D7D"/>
    <w:rsid w:val="00927276"/>
    <w:rsid w:val="00946FCF"/>
    <w:rsid w:val="009508DF"/>
    <w:rsid w:val="00950DAC"/>
    <w:rsid w:val="00954A07"/>
    <w:rsid w:val="009576EE"/>
    <w:rsid w:val="00963300"/>
    <w:rsid w:val="00997F14"/>
    <w:rsid w:val="009A1FE1"/>
    <w:rsid w:val="009A78D9"/>
    <w:rsid w:val="009C3E31"/>
    <w:rsid w:val="009C4AD9"/>
    <w:rsid w:val="009C54AE"/>
    <w:rsid w:val="009C5BD9"/>
    <w:rsid w:val="009C788E"/>
    <w:rsid w:val="009D3F3B"/>
    <w:rsid w:val="009E0543"/>
    <w:rsid w:val="009E3B41"/>
    <w:rsid w:val="009F3C5C"/>
    <w:rsid w:val="009F4610"/>
    <w:rsid w:val="009F6D40"/>
    <w:rsid w:val="00A00ECC"/>
    <w:rsid w:val="00A112B2"/>
    <w:rsid w:val="00A155EE"/>
    <w:rsid w:val="00A2245B"/>
    <w:rsid w:val="00A2543E"/>
    <w:rsid w:val="00A30110"/>
    <w:rsid w:val="00A36899"/>
    <w:rsid w:val="00A371F6"/>
    <w:rsid w:val="00A43BF6"/>
    <w:rsid w:val="00A53FA5"/>
    <w:rsid w:val="00A54817"/>
    <w:rsid w:val="00A601C8"/>
    <w:rsid w:val="00A60779"/>
    <w:rsid w:val="00A60799"/>
    <w:rsid w:val="00A84C85"/>
    <w:rsid w:val="00A97DE1"/>
    <w:rsid w:val="00AB053C"/>
    <w:rsid w:val="00AC32A4"/>
    <w:rsid w:val="00AD1146"/>
    <w:rsid w:val="00AD27D3"/>
    <w:rsid w:val="00AD5FA6"/>
    <w:rsid w:val="00AD621B"/>
    <w:rsid w:val="00AD66D6"/>
    <w:rsid w:val="00AE1160"/>
    <w:rsid w:val="00AE203C"/>
    <w:rsid w:val="00AE2E74"/>
    <w:rsid w:val="00AE57A3"/>
    <w:rsid w:val="00AE5FCB"/>
    <w:rsid w:val="00AE7138"/>
    <w:rsid w:val="00AF2C1E"/>
    <w:rsid w:val="00B06142"/>
    <w:rsid w:val="00B11102"/>
    <w:rsid w:val="00B135B1"/>
    <w:rsid w:val="00B1435F"/>
    <w:rsid w:val="00B169DF"/>
    <w:rsid w:val="00B3130B"/>
    <w:rsid w:val="00B37B59"/>
    <w:rsid w:val="00B40ADB"/>
    <w:rsid w:val="00B43B77"/>
    <w:rsid w:val="00B43E80"/>
    <w:rsid w:val="00B45852"/>
    <w:rsid w:val="00B5417E"/>
    <w:rsid w:val="00B607DB"/>
    <w:rsid w:val="00B66529"/>
    <w:rsid w:val="00B75946"/>
    <w:rsid w:val="00B8056E"/>
    <w:rsid w:val="00B819C8"/>
    <w:rsid w:val="00B82308"/>
    <w:rsid w:val="00B90885"/>
    <w:rsid w:val="00BA1160"/>
    <w:rsid w:val="00BB340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2CA"/>
    <w:rsid w:val="00C56036"/>
    <w:rsid w:val="00C61DC5"/>
    <w:rsid w:val="00C63981"/>
    <w:rsid w:val="00C67E92"/>
    <w:rsid w:val="00C70A26"/>
    <w:rsid w:val="00C766DF"/>
    <w:rsid w:val="00C86CF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6AF"/>
    <w:rsid w:val="00D176F6"/>
    <w:rsid w:val="00D17C3C"/>
    <w:rsid w:val="00D26B2C"/>
    <w:rsid w:val="00D3013C"/>
    <w:rsid w:val="00D3397B"/>
    <w:rsid w:val="00D352C9"/>
    <w:rsid w:val="00D425B2"/>
    <w:rsid w:val="00D428D6"/>
    <w:rsid w:val="00D552B2"/>
    <w:rsid w:val="00D56D86"/>
    <w:rsid w:val="00D608D1"/>
    <w:rsid w:val="00D62765"/>
    <w:rsid w:val="00D74119"/>
    <w:rsid w:val="00D8075B"/>
    <w:rsid w:val="00D81763"/>
    <w:rsid w:val="00D8678B"/>
    <w:rsid w:val="00DA2114"/>
    <w:rsid w:val="00DE09C0"/>
    <w:rsid w:val="00DE4A14"/>
    <w:rsid w:val="00DF320D"/>
    <w:rsid w:val="00DF71C8"/>
    <w:rsid w:val="00E052C2"/>
    <w:rsid w:val="00E129B8"/>
    <w:rsid w:val="00E21E7D"/>
    <w:rsid w:val="00E22FBC"/>
    <w:rsid w:val="00E24BF5"/>
    <w:rsid w:val="00E25338"/>
    <w:rsid w:val="00E34F8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D09"/>
    <w:rsid w:val="00EE5457"/>
    <w:rsid w:val="00EF56A5"/>
    <w:rsid w:val="00F070AB"/>
    <w:rsid w:val="00F17567"/>
    <w:rsid w:val="00F22751"/>
    <w:rsid w:val="00F26E5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C7B79"/>
    <w:rsid w:val="00FD503F"/>
    <w:rsid w:val="00FD7589"/>
    <w:rsid w:val="00FE0F5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41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0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/index.php?title=Andrzej_Gaca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Grzegorz_G%C3%B3r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Krystyna_Kami%C5%84s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1416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2025-10-27T13:52:00Z</cp:lastPrinted>
  <dcterms:created xsi:type="dcterms:W3CDTF">2025-09-21T23:24:00Z</dcterms:created>
  <dcterms:modified xsi:type="dcterms:W3CDTF">2025-10-27T13:55:00Z</dcterms:modified>
</cp:coreProperties>
</file>